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A82E4E" w:rsidRDefault="001C14B6" w:rsidP="00DF5C97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 w:rsidR="008171CF">
        <w:rPr>
          <w:sz w:val="32"/>
          <w:szCs w:val="32"/>
        </w:rPr>
        <w:t>4</w:t>
      </w:r>
    </w:p>
    <w:p w:rsidR="008171CF" w:rsidRPr="008171CF" w:rsidRDefault="008171CF" w:rsidP="008171CF">
      <w:pPr>
        <w:rPr>
          <w:sz w:val="32"/>
          <w:szCs w:val="32"/>
        </w:rPr>
      </w:pPr>
      <w:r w:rsidRPr="008171CF">
        <w:rPr>
          <w:sz w:val="32"/>
          <w:szCs w:val="32"/>
        </w:rPr>
        <w:t xml:space="preserve">Gegeben sind die Funktionen mit den Funktionsgleichungen </w:t>
      </w:r>
      <w:r w:rsidRPr="008171CF">
        <w:rPr>
          <w:sz w:val="32"/>
          <w:szCs w:val="32"/>
        </w:rPr>
        <w:br/>
        <w:t>y</w:t>
      </w:r>
      <w:r w:rsidRPr="008171CF">
        <w:rPr>
          <w:sz w:val="36"/>
          <w:szCs w:val="36"/>
          <w:vertAlign w:val="subscript"/>
        </w:rPr>
        <w:t>1</w:t>
      </w:r>
      <w:r w:rsidRPr="008171CF">
        <w:rPr>
          <w:sz w:val="32"/>
          <w:szCs w:val="32"/>
        </w:rPr>
        <w:t xml:space="preserve"> = 3x – 5 und y</w:t>
      </w:r>
      <w:r w:rsidRPr="008171CF">
        <w:rPr>
          <w:sz w:val="36"/>
          <w:szCs w:val="36"/>
          <w:vertAlign w:val="subscript"/>
        </w:rPr>
        <w:t>2</w:t>
      </w:r>
      <w:r w:rsidRPr="008171CF">
        <w:rPr>
          <w:sz w:val="32"/>
          <w:szCs w:val="32"/>
        </w:rPr>
        <w:t xml:space="preserve"> = (x – 4)</w:t>
      </w:r>
      <w:r w:rsidRPr="008171CF">
        <w:rPr>
          <w:sz w:val="36"/>
          <w:szCs w:val="36"/>
        </w:rPr>
        <w:t>²</w:t>
      </w:r>
      <w:r w:rsidRPr="008171CF">
        <w:rPr>
          <w:sz w:val="32"/>
          <w:szCs w:val="32"/>
        </w:rPr>
        <w:t xml:space="preserve"> + 1.</w:t>
      </w:r>
    </w:p>
    <w:p w:rsidR="008171CF" w:rsidRPr="008171CF" w:rsidRDefault="008171CF" w:rsidP="008171CF"/>
    <w:p w:rsidR="008171CF" w:rsidRDefault="008171CF" w:rsidP="008171CF"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-6177</wp:posOffset>
                </wp:positionH>
                <wp:positionV relativeFrom="paragraph">
                  <wp:posOffset>253480</wp:posOffset>
                </wp:positionV>
                <wp:extent cx="6234372" cy="5735263"/>
                <wp:effectExtent l="0" t="38100" r="52705" b="0"/>
                <wp:wrapNone/>
                <wp:docPr id="352" name="Gruppieren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372" cy="5735263"/>
                          <a:chOff x="0" y="0"/>
                          <a:chExt cx="6234372" cy="5735263"/>
                        </a:xfrm>
                      </wpg:grpSpPr>
                      <pic:pic xmlns:pic="http://schemas.openxmlformats.org/drawingml/2006/picture">
                        <pic:nvPicPr>
                          <pic:cNvPr id="376" name="Grafik 37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27" y="0"/>
                            <a:ext cx="6227445" cy="570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8" name="Gerade Verbindung mit Pfeil 318"/>
                        <wps:cNvCnPr/>
                        <wps:spPr>
                          <a:xfrm>
                            <a:off x="0" y="2583873"/>
                            <a:ext cx="6227445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Gerade Verbindung mit Pfeil 319"/>
                        <wps:cNvCnPr/>
                        <wps:spPr>
                          <a:xfrm flipV="1">
                            <a:off x="3124200" y="6928"/>
                            <a:ext cx="0" cy="572833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51B7A" id="Gruppieren 352" o:spid="_x0000_s1026" style="position:absolute;margin-left:-.5pt;margin-top:19.95pt;width:490.9pt;height:451.6pt;z-index:251661312" coordsize="62343,573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76" o:spid="_x0000_s1027" type="#_x0000_t75" style="position:absolute;left:69;width:62274;height:57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">
                  <v:imagedata r:id="rId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18" o:spid="_x0000_s1028" type="#_x0000_t32" style="position:absolute;top:25838;width:622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" strokecolor="red" strokeweight="3pt">
                  <v:stroke endarrow="block"/>
                </v:shape>
                <v:shape id="Gerade Verbindung mit Pfeil 319" o:spid="_x0000_s1029" type="#_x0000_t32" style="position:absolute;left:31242;top:69;width:0;height:572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" strokecolor="red" strokeweight="3pt">
                  <v:stroke endarrow="block"/>
                </v:shape>
              </v:group>
            </w:pict>
          </mc:Fallback>
        </mc:AlternateContent>
      </w:r>
      <w:bookmarkEnd w:id="0"/>
    </w:p>
    <w:p w:rsidR="008171CF" w:rsidRPr="008171CF" w:rsidRDefault="008171CF" w:rsidP="008171CF"/>
    <w:sectPr w:rsidR="008171CF" w:rsidRPr="008171CF" w:rsidSect="008171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58DA"/>
    <w:rsid w:val="000D60A6"/>
    <w:rsid w:val="001743E3"/>
    <w:rsid w:val="00176308"/>
    <w:rsid w:val="001C14B6"/>
    <w:rsid w:val="001D34C5"/>
    <w:rsid w:val="00232126"/>
    <w:rsid w:val="002632C1"/>
    <w:rsid w:val="002660FD"/>
    <w:rsid w:val="002677E1"/>
    <w:rsid w:val="00284AC5"/>
    <w:rsid w:val="002A1F46"/>
    <w:rsid w:val="002E772D"/>
    <w:rsid w:val="00316AD7"/>
    <w:rsid w:val="0032295B"/>
    <w:rsid w:val="00367C9A"/>
    <w:rsid w:val="003B450E"/>
    <w:rsid w:val="003C0764"/>
    <w:rsid w:val="003E518F"/>
    <w:rsid w:val="003F2BF5"/>
    <w:rsid w:val="00472AE3"/>
    <w:rsid w:val="00473347"/>
    <w:rsid w:val="00480331"/>
    <w:rsid w:val="004B595C"/>
    <w:rsid w:val="004E1C51"/>
    <w:rsid w:val="00573373"/>
    <w:rsid w:val="005909D9"/>
    <w:rsid w:val="005B577B"/>
    <w:rsid w:val="005C2A45"/>
    <w:rsid w:val="005C626C"/>
    <w:rsid w:val="00640C79"/>
    <w:rsid w:val="006C2C59"/>
    <w:rsid w:val="00704C9A"/>
    <w:rsid w:val="00717841"/>
    <w:rsid w:val="00740FA2"/>
    <w:rsid w:val="0076208F"/>
    <w:rsid w:val="00774E83"/>
    <w:rsid w:val="007755E4"/>
    <w:rsid w:val="007A62A2"/>
    <w:rsid w:val="007B287A"/>
    <w:rsid w:val="007D169D"/>
    <w:rsid w:val="007F64DE"/>
    <w:rsid w:val="008171CF"/>
    <w:rsid w:val="00853093"/>
    <w:rsid w:val="0085387E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B2651"/>
    <w:rsid w:val="009E5CE2"/>
    <w:rsid w:val="009E6FA1"/>
    <w:rsid w:val="00A0791F"/>
    <w:rsid w:val="00A138F4"/>
    <w:rsid w:val="00A27E56"/>
    <w:rsid w:val="00A43AD1"/>
    <w:rsid w:val="00A467B1"/>
    <w:rsid w:val="00A57D50"/>
    <w:rsid w:val="00A82E4E"/>
    <w:rsid w:val="00AB037B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05D01"/>
    <w:rsid w:val="00D36975"/>
    <w:rsid w:val="00D41991"/>
    <w:rsid w:val="00DC6D28"/>
    <w:rsid w:val="00DF5C97"/>
    <w:rsid w:val="00DF6016"/>
    <w:rsid w:val="00E1105B"/>
    <w:rsid w:val="00E13961"/>
    <w:rsid w:val="00E67B7D"/>
    <w:rsid w:val="00E97E25"/>
    <w:rsid w:val="00F478E1"/>
    <w:rsid w:val="00F726E4"/>
    <w:rsid w:val="00F9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D67C-8A0E-43F8-9918-EE505C54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</cp:revision>
  <dcterms:created xsi:type="dcterms:W3CDTF">2022-04-14T08:26:00Z</dcterms:created>
  <dcterms:modified xsi:type="dcterms:W3CDTF">2022-04-14T08:33:00Z</dcterms:modified>
</cp:coreProperties>
</file>